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80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top="2520" w:bottom="280" w:left="1020" w:right="920"/>
          <w:headerReference w:type="default" r:id="rId5"/>
          <w:type w:val="continuous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308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307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306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4"/>
          <w:pgMar w:header="350" w:footer="0" w:top="4480" w:bottom="280" w:left="1020" w:right="920"/>
          <w:headerReference w:type="default" r:id="rId6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305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304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303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5"/>
          <w:pgMar w:header="350" w:footer="0" w:top="4480" w:bottom="280" w:left="1020" w:right="920"/>
          <w:headerReference w:type="default" r:id="rId7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302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301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300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8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99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98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97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9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96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95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94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0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93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92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91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1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90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89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88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2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87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86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85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3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84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83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82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4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81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80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79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5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78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77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76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6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75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74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73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7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72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71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70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8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69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68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67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19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66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65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64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0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63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62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61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1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60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59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58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2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57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56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55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3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54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53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52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4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51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50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49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5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48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47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46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4480" w:bottom="280" w:left="1020" w:right="920"/>
          <w:headerReference w:type="default" r:id="rId26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245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244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2431pt;width:502.13pt;height:.1pt;mso-position-horizontal-relative:page;mso-position-vertical-relative:paragraph;z-index:-34243" coordorigin="1135,2016" coordsize="10043,2">
            <v:shape style="position:absolute;left:1135;top:2016;width:10043;height:2" coordorigin="1135,2016" coordsize="10043,0" path="m1135,2016l11178,2016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headerReference w:type="default" r:id="rId27"/>
          <w:pgSz w:w="12260" w:h="15860"/>
        </w:sectPr>
      </w:pPr>
      <w:rPr/>
    </w:p>
    <w:p>
      <w:pPr>
        <w:spacing w:before="23" w:after="0" w:line="240" w:lineRule="auto"/>
        <w:ind w:left="131" w:right="-6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6" w:space="1706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26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30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72673pt;width:502.13pt;height:.1pt;mso-position-horizontal-relative:page;mso-position-vertical-relative:paragraph;z-index:-34242" coordorigin="1135,-355" coordsize="10043,2">
            <v:shape style="position:absolute;left:1135;top:-355;width:10043;height:2" coordorigin="1135,-355" coordsize="10043,0" path="m1135,-355l11178,-355e" filled="f" stroked="t" strokeweight=".24404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238998pt;margin-top:-17.650652pt;width:489.52123pt;height:206.14404pt;mso-position-horizontal-relative:page;mso-position-vertical-relative:paragraph;z-index:-34240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954" w:hRule="exact"/>
                    </w:trPr>
                    <w:tc>
                      <w:tcPr>
                        <w:tcW w:w="492" w:type="dxa"/>
                        <w:vMerge w:val="restart"/>
                        <w:tcBorders>
                          <w:top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9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OURCE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90" w:lineRule="exact"/>
                          <w:jc w:val="left"/>
                          <w:rPr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56" w:right="-14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18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4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single" w:sz="1.95232" w:space="0" w:color="000000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532" w:right="2149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6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136" w:type="dxa"/>
                        <w:vMerge w:val="restart"/>
                        <w:gridSpan w:val="4"/>
                        <w:tcBorders>
                          <w:top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669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 w:after="0" w:line="240" w:lineRule="auto"/>
                          <w:ind w:left="71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40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5136" w:type="dxa"/>
                        <w:vMerge/>
                        <w:gridSpan w:val="4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762" w:hRule="exact"/>
                    </w:trPr>
                    <w:tc>
                      <w:tcPr>
                        <w:tcW w:w="49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5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Per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eig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1" w:after="0" w:line="240" w:lineRule="auto"/>
                          <w:ind w:left="2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2" w:after="0" w:line="240" w:lineRule="auto"/>
                          <w:ind w:left="179" w:right="-16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eig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1" w:after="0" w:line="240" w:lineRule="auto"/>
                          <w:ind w:left="334" w:right="-1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b/>
                            <w:bCs/>
                          </w:rPr>
                          <w:t>Per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32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07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107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Offi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107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r-as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107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5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66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163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848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99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8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25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single" w:sz="1.9523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0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tabs>
          <w:tab w:pos="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16" w:lineRule="exact"/>
        <w:ind w:left="17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89pt;width:502.13pt;height:.1pt;mso-position-horizontal-relative:page;mso-position-vertical-relative:paragraph;z-index:-34241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7pt;width:502.13pt;height:.1pt;mso-position-horizontal-relative:page;mso-position-vertical-relative:paragraph;z-index:-34239" coordorigin="1135,-354" coordsize="10043,2">
            <v:shape style="position:absolute;left:1135;top:-354;width:10043;height:2" coordorigin="1135,-354" coordsize="10043,0" path="m1135,-354l11178,-354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99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8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headerReference w:type="default" r:id="rId28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7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407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956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3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3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407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6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5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fifth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4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K_E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3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2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2pt;width:502.13pt;height:.1pt;mso-position-horizontal-relative:page;mso-position-vertical-relative:paragraph;z-index:-34231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was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7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84676pt;width:502.13pt;height:.1pt;mso-position-horizontal-relative:page;mso-position-vertical-relative:paragraph;z-index:-34230" coordorigin="1135,-356" coordsize="10043,2">
            <v:shape style="position:absolute;left:1135;top:-356;width:10043;height:2" coordorigin="1135,-356" coordsize="10043,0" path="m1135,-356l11178,-356e" filled="f" stroked="t" strokeweight=".26805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3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3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83pt;width:502.13pt;height:.1pt;mso-position-horizontal-relative:page;mso-position-vertical-relative:paragraph;z-index:-34229" coordorigin="1135,-354" coordsize="10043,2">
            <v:shape style="position:absolute;left:1135;top:-354;width:10043;height:2" coordorigin="1135,-354" coordsize="10043,0" path="m1135,-354l11178,-35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2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12685pt;width:502.13pt;height:.1pt;mso-position-horizontal-relative:page;mso-position-vertical-relative:paragraph;z-index:-34228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Black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3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ack,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180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2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5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84pt;width:502.13pt;height:.1pt;mso-position-horizontal-relative:page;mso-position-vertical-relative:paragraph;z-index:-34227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3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acific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54692pt;width:502.13pt;height:.1pt;mso-position-horizontal-relative:page;mso-position-vertical-relative:paragraph;z-index:-34226" coordorigin="1135,-353" coordsize="10043,2">
            <v:shape style="position:absolute;left:1135;top:-353;width:10043;height:2" coordorigin="1135,-353" coordsize="10043,0" path="m1135,-353l11178,-353e" filled="f" stroked="t" strokeweight=".26803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2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rican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6pt;width:502.13pt;height:.1pt;mso-position-horizontal-relative:page;mso-position-vertical-relative:paragraph;z-index:-34225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aces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3" w:after="0" w:line="218" w:lineRule="exact"/>
        <w:ind w:left="2464" w:right="17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238998pt;margin-top:-2.016588pt;width:489.505346pt;height:177.71991pt;mso-position-horizontal-relative:page;mso-position-vertical-relative:paragraph;z-index:-3422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642" w:hRule="exact"/>
                    </w:trPr>
                    <w:tc>
                      <w:tcPr>
                        <w:tcW w:w="49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-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3" w:after="0" w:line="240" w:lineRule="auto"/>
                          <w:ind w:left="-8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90" w:lineRule="exact"/>
                          <w:jc w:val="left"/>
                          <w:rPr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56" w:right="-14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4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2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156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3" w:after="0" w:line="240" w:lineRule="auto"/>
                          <w:ind w:left="156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ucat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82" w:type="dxa"/>
                        <w:vMerge w:val="restart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671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 w:after="0" w:line="240" w:lineRule="auto"/>
                          <w:ind w:left="71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6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ucat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?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82" w:type="dxa"/>
                        <w:vMerge/>
                        <w:gridSpan w:val="4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763" w:hRule="exact"/>
                    </w:trPr>
                    <w:tc>
                      <w:tcPr>
                        <w:tcW w:w="49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0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21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179" w:right="-16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335" w:right="-1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31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3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444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-male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531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67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94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44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8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single" w:sz="1.95208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3" w:after="0" w:line="216" w:lineRule="exact"/>
        <w:ind w:left="17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350" w:footer="0" w:top="1800" w:bottom="280" w:left="1020" w:right="80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22654pt;width:502.13pt;height:.1pt;mso-position-horizontal-relative:page;mso-position-vertical-relative:paragraph;z-index:-34224" coordorigin="1135,-352" coordsize="10043,2">
            <v:shape style="position:absolute;left:1135;top:-352;width:10043;height:2" coordorigin="1135,-352" coordsize="10043,0" path="m1135,-352l11178,-352e" filled="f" stroked="t" strokeweight=".244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2" w:after="0" w:line="218" w:lineRule="exact"/>
        <w:ind w:left="2464" w:right="66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975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6pt;width:502.13pt;height:.1pt;mso-position-horizontal-relative:page;mso-position-vertical-relative:paragraph;z-index:-34223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12th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21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21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800"/>
          <w:cols w:num="3" w:equalWidth="0">
            <w:col w:w="1366" w:space="4450"/>
            <w:col w:w="3180" w:space="430"/>
            <w:col w:w="101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Oct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1,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20"/>
          <w:headerReference w:type="default" r:id="rId29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10659pt;width:502.13pt;height:.1pt;mso-position-horizontal-relative:page;mso-position-vertical-relative:paragraph;z-index:-34221" coordorigin="1135,-354" coordsize="10043,2">
            <v:shape style="position:absolute;left:1135;top:-354;width:10043;height:2" coordorigin="1135,-354" coordsize="10043,0" path="m1135,-354l11178,-354e" filled="f" stroked="t" strokeweight=".22003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2" w:after="0" w:line="218" w:lineRule="exact"/>
        <w:ind w:left="2464" w:right="72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who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),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55pt;width:502.13pt;height:.1pt;mso-position-horizontal-relative:page;mso-position-vertical-relative:paragraph;z-index:-34220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n,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53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0" w:after="0" w:line="218" w:lineRule="exact"/>
              <w:ind w:left="73" w:right="413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/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667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Both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9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2" w:after="0" w:line="218" w:lineRule="exact"/>
        <w:ind w:left="2464" w:right="252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n,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6679pt;width:502.13pt;height:.1pt;mso-position-horizontal-relative:page;mso-position-vertical-relative:paragraph;z-index:-34219" coordorigin="1135,-355" coordsize="10043,2">
            <v:shape style="position:absolute;left:1135;top:-355;width:10043;height:2" coordorigin="1135,-355" coordsize="10043,0" path="m1135,-355l11178,-355e" filled="f" stroked="t" strokeweight=".26803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2" w:after="0" w:line="218" w:lineRule="exact"/>
        <w:ind w:left="2464" w:right="5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54pt;width:502.13pt;height:.1pt;mso-position-horizontal-relative:page;mso-position-vertical-relative:paragraph;z-index:-34218" coordorigin="1135,-354" coordsize="10043,2">
            <v:shape style="position:absolute;left:1135;top:-354;width:10043;height:2" coordorigin="1135,-354" coordsize="10043,0" path="m1135,-354l11178,-354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3/4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2" w:after="0" w:line="218" w:lineRule="exact"/>
        <w:ind w:left="2464" w:right="5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&gt;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/4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85pt;width:502.13pt;height:.1pt;mso-position-horizontal-relative:page;mso-position-vertical-relative:paragraph;z-index:-34217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1/2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3" w:after="0" w:line="218" w:lineRule="exact"/>
        <w:ind w:left="2464" w:right="5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&gt;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3/4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662pt;width:502.13pt;height:.1pt;mso-position-horizontal-relative:page;mso-position-vertical-relative:paragraph;z-index:-34216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1/4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7" w:after="0" w:line="238" w:lineRule="auto"/>
        <w:ind w:left="2464" w:right="5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22.666351pt;width:502.13pt;height:.1pt;mso-position-horizontal-relative:page;mso-position-vertical-relative:paragraph;z-index:-34215" coordorigin="1135,2453" coordsize="10043,2">
            <v:shape style="position:absolute;left:1135;top:2453;width:10043;height:2" coordorigin="1135,2453" coordsize="10043,0" path="m1135,2453l11178,24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&gt;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/4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1/2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1/4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3" w:after="0" w:line="218" w:lineRule="exact"/>
        <w:ind w:left="2464" w:right="5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&lt;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48648pt;width:502.13pt;height:.1pt;mso-position-horizontal-relative:page;mso-position-vertical-relative:paragraph;z-index:-34214" coordorigin="1135,-355" coordsize="10043,2">
            <v:shape style="position:absolute;left:1135;top:-355;width:10043;height:2" coordorigin="1135,-355" coordsize="10043,0" path="m1135,-355l11178,-355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60" w:space="1002"/>
            <w:col w:w="8058"/>
          </w:cols>
        </w:sectPr>
      </w:pPr>
      <w:rPr/>
    </w:p>
    <w:p>
      <w:pPr>
        <w:spacing w:before="22" w:after="0" w:line="218" w:lineRule="exact"/>
        <w:ind w:left="2464" w:right="58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sons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/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COMP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404040"/>
          <w:spacing w:val="3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K-12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85pt;width:502.13pt;height:.1pt;mso-position-horizontal-relative:page;mso-position-vertical-relative:paragraph;z-index:-34213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2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2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720"/>
          <w:cols w:num="3" w:equalWidth="0">
            <w:col w:w="1366" w:space="4450"/>
            <w:col w:w="3180" w:space="430"/>
            <w:col w:w="1094"/>
          </w:cols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00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0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23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609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0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/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/v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/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23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ram/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9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14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93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10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2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119" w:right="2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720"/>
          <w:cols w:num="3" w:equalWidth="0">
            <w:col w:w="1366" w:space="4450"/>
            <w:col w:w="3180" w:space="430"/>
            <w:col w:w="109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rivate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rima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Have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kip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11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m's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kip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1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fric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192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(no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fic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nomi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Ort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648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nod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Eva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nod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294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Lut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172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-Day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634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163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052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024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110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76048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60" w:space="1002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IC</w:t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7.903328pt;width:502.13pt;height:.1pt;mso-position-horizontal-relative:page;mso-position-vertical-relative:paragraph;z-index:-34212" coordorigin="1135,2158" coordsize="10043,2">
            <v:shape style="position:absolute;left:1135;top:2158;width:10043;height:2" coordorigin="1135,2158" coordsize="10043,0" path="m1135,2158l11178,2158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kip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vate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780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1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0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751" w:space="1711"/>
            <w:col w:w="787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1459" w:space="1003"/>
            <w:col w:w="7878"/>
          </w:cols>
        </w:sectPr>
      </w:pPr>
      <w:rPr/>
    </w:p>
    <w:p>
      <w:pPr>
        <w:spacing w:before="23" w:after="0" w:line="218" w:lineRule="exact"/>
        <w:ind w:left="2464" w:right="48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3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/p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18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83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40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7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751" w:space="1711"/>
            <w:col w:w="78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1459" w:space="1003"/>
            <w:col w:w="787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2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553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48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28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751" w:space="1711"/>
            <w:col w:w="78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1459" w:space="1003"/>
            <w:col w:w="787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92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7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751" w:space="1711"/>
            <w:col w:w="78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  <w:cols w:num="2" w:equalWidth="0">
            <w:col w:w="1459" w:space="1003"/>
            <w:col w:w="78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0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4" w:hRule="exact"/>
        </w:trPr>
        <w:tc>
          <w:tcPr>
            <w:tcW w:w="78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3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6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0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751" w:space="1711"/>
            <w:col w:w="807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1460" w:space="1002"/>
            <w:col w:w="80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8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5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3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71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64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12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Cla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751" w:space="1711"/>
            <w:col w:w="80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1459" w:space="1003"/>
            <w:col w:w="80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Cla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Cla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3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92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142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455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21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0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751" w:space="1711"/>
            <w:col w:w="80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00"/>
          <w:cols w:num="2" w:equalWidth="0">
            <w:col w:w="1459" w:space="1003"/>
            <w:col w:w="80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64.583008pt;width:502.13pt;height:.1pt;mso-position-horizontal-relative:page;mso-position-vertical-relative:page;z-index:-34211" coordorigin="1135,15292" coordsize="10043,2">
            <v:shape style="position:absolute;left:1135;top:15292;width:10043;height:2" coordorigin="1135,15292" coordsize="10043,0" path="m1135,15292l11178,1529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31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80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7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8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70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8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751" w:space="1711"/>
            <w:col w:w="79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1459" w:space="1003"/>
            <w:col w:w="79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Lut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98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77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751" w:space="1711"/>
            <w:col w:w="79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1459" w:space="1003"/>
            <w:col w:w="7958"/>
          </w:cols>
        </w:sectPr>
      </w:pPr>
      <w:rPr/>
    </w:p>
    <w:p>
      <w:pPr>
        <w:spacing w:before="23" w:after="0" w:line="218" w:lineRule="exact"/>
        <w:ind w:left="2464" w:right="64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3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782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17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59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4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2.144480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nce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751" w:space="1711"/>
            <w:col w:w="79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1459" w:space="1003"/>
            <w:col w:w="79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8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3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rch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60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443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4" w:hRule="exact"/>
        </w:trPr>
        <w:tc>
          <w:tcPr>
            <w:tcW w:w="78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68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08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Leag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751" w:space="1711"/>
            <w:col w:w="79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  <w:cols w:num="2" w:equalWidth="0">
            <w:col w:w="1459" w:space="1003"/>
            <w:col w:w="79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2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9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7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0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8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68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751" w:space="1711"/>
            <w:col w:w="809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1459" w:space="1003"/>
            <w:col w:w="809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5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782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453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23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751" w:space="1711"/>
            <w:col w:w="809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1459" w:space="1003"/>
            <w:col w:w="809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8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192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67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09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751" w:space="1711"/>
            <w:col w:w="809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80"/>
          <w:cols w:num="2" w:equalWidth="0">
            <w:col w:w="1459" w:space="1003"/>
            <w:col w:w="809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64.583008pt;width:502.13pt;height:.1pt;mso-position-horizontal-relative:page;mso-position-vertical-relative:page;z-index:-34210" coordorigin="1135,15292" coordsize="10043,2">
            <v:shape style="position:absolute;left:1135;top:15292;width:10043;height:2" coordorigin="1135,15292" coordsize="10043,0" path="m1135,15292l11178,1529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29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7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3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6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68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64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7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9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9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101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376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99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3" w:after="0" w:line="218" w:lineRule="exact"/>
        <w:ind w:left="2464" w:right="170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5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174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7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58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4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rts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7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19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sh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mmu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sh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mmu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6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mmun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7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6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8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4" w:hRule="exact"/>
        </w:trPr>
        <w:tc>
          <w:tcPr>
            <w:tcW w:w="78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69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06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9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60" w:space="1002"/>
            <w:col w:w="80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2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2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84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782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25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51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4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0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7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751" w:space="1711"/>
            <w:col w:w="80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20"/>
          <w:cols w:num="2" w:equalWidth="0">
            <w:col w:w="1459" w:space="1003"/>
            <w:col w:w="80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53.684998pt;width:502.13pt;height:.1pt;mso-position-horizontal-relative:page;mso-position-vertical-relative:page;z-index:-34209" coordorigin="1135,15074" coordsize="10043,2">
            <v:shape style="position:absolute;left:1135;top:15074;width:10043;height:2" coordorigin="1135,15074" coordsize="10043,0" path="m1135,15074l11178,1507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31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7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6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0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7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64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2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8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980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28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48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3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760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7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8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1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7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489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31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76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8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5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419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57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4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751" w:space="1711"/>
            <w:col w:w="81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  <w:cols w:num="2" w:equalWidth="0">
            <w:col w:w="1459" w:space="1003"/>
            <w:col w:w="813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37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40" w:lineRule="auto"/>
        <w:ind w:left="119" w:right="37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640"/>
          <w:cols w:num="3" w:equalWidth="0">
            <w:col w:w="1366" w:space="4450"/>
            <w:col w:w="3181" w:space="430"/>
            <w:col w:w="1173"/>
          </w:cols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1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7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5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56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19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rf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5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rth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9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8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8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9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7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Private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ucat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cati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53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18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35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18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cati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8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87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89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44.177979pt;width:502.13pt;height:.1pt;mso-position-horizontal-relative:page;mso-position-vertical-relative:page;z-index:-34208" coordorigin="1135,14884" coordsize="10043,2">
            <v:shape style="position:absolute;left:1135;top:14884;width:10043;height:2" coordorigin="1135,14884" coordsize="10043,0" path="m1135,14884l11178,14884e" filled="f" stroked="t" strokeweight=".19606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n(s)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29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5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6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751" w:space="1711"/>
            <w:col w:w="81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1459" w:space="1003"/>
            <w:col w:w="8158"/>
          </w:cols>
        </w:sectPr>
      </w:pPr>
      <w:rPr/>
    </w:p>
    <w:p>
      <w:pPr>
        <w:spacing w:before="23" w:after="0" w:line="218" w:lineRule="exact"/>
        <w:ind w:left="2464" w:right="9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2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4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5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2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5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3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751" w:space="1711"/>
            <w:col w:w="81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1459" w:space="1003"/>
            <w:col w:w="81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ucat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0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799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7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0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8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751" w:space="1711"/>
            <w:col w:w="81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1459" w:space="1003"/>
            <w:col w:w="81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ratory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7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40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ratory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74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24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52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3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2.1442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s'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751" w:space="1711"/>
            <w:col w:w="81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  <w:cols w:num="2" w:equalWidth="0">
            <w:col w:w="1459" w:space="1003"/>
            <w:col w:w="8158"/>
          </w:cols>
        </w:sectPr>
      </w:pPr>
      <w:rPr/>
    </w:p>
    <w:p>
      <w:pPr>
        <w:spacing w:before="22" w:after="0" w:line="218" w:lineRule="exact"/>
        <w:ind w:left="2464" w:right="65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2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'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7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s'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6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7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36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60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751" w:space="1711"/>
            <w:col w:w="81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1459" w:space="1003"/>
            <w:col w:w="81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3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764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6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4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751" w:space="1711"/>
            <w:col w:w="81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1459" w:space="1003"/>
            <w:col w:w="81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4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4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6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0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464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12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69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18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751" w:space="1711"/>
            <w:col w:w="81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600"/>
          <w:cols w:num="2" w:equalWidth="0">
            <w:col w:w="1459" w:space="1003"/>
            <w:col w:w="817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42.630005pt;width:502.13pt;height:.1pt;mso-position-horizontal-relative:page;mso-position-vertical-relative:page;z-index:-34207" coordorigin="1135,14853" coordsize="10043,2">
            <v:shape style="position:absolute;left:1135;top:14853;width:10043;height:2" coordorigin="1135,14853" coordsize="10043,0" path="m1135,14853l11178,14853e" filled="f" stroked="t" strokeweight=".22006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29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84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5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3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9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30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85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60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80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/R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8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1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7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9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59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16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5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29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vate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56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5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02" w:lineRule="exact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37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152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536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4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6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3" w:after="0" w:line="218" w:lineRule="exact"/>
        <w:ind w:left="2464" w:right="49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63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4" w:hRule="exact"/>
        </w:trPr>
        <w:tc>
          <w:tcPr>
            <w:tcW w:w="78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33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442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5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55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751" w:space="1711"/>
            <w:col w:w="797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  <w:cols w:num="2" w:equalWidth="0">
            <w:col w:w="1459" w:space="1003"/>
            <w:col w:w="797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2464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0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20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9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9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24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83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91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7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22673pt;width:502.13pt;height:.1pt;mso-position-horizontal-relative:page;mso-position-vertical-relative:paragraph;z-index:-34206" coordorigin="1135,-352" coordsize="10043,2">
            <v:shape style="position:absolute;left:1135;top:-352;width:10043;height:2" coordorigin="1135,-352" coordsize="10043,0" path="m1135,-352l11178,-352e" filled="f" stroked="t" strokeweight=".244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86pt;width:502.13pt;height:.1pt;mso-position-horizontal-relative:page;mso-position-vertical-relative:paragraph;z-index:-34205" coordorigin="1135,-353" coordsize="10043,2">
            <v:shape style="position:absolute;left:1135;top:-353;width:10043;height:2" coordorigin="1135,-353" coordsize="10043,0" path="m1135,-353l11178,-353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669pt;width:502.13pt;height:.1pt;mso-position-horizontal-relative:page;mso-position-vertical-relative:paragraph;z-index:-34204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rary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rary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rary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40" w:lineRule="auto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1" w:space="430"/>
            <w:col w:w="89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5" w:hRule="exact"/>
        </w:trPr>
        <w:tc>
          <w:tcPr>
            <w:tcW w:w="782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1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74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751" w:space="1711"/>
            <w:col w:w="80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1459" w:space="1003"/>
            <w:col w:w="8038"/>
          </w:cols>
        </w:sectPr>
      </w:pPr>
      <w:rPr/>
    </w:p>
    <w:p>
      <w:pPr>
        <w:spacing w:before="22" w:after="0" w:line="218" w:lineRule="exact"/>
        <w:ind w:left="2464" w:right="164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nch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ram)?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99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99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782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56806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751" w:space="1711"/>
            <w:col w:w="80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1459" w:space="1003"/>
            <w:col w:w="8038"/>
          </w:cols>
        </w:sectPr>
      </w:pPr>
      <w:rPr/>
    </w:p>
    <w:p>
      <w:pPr>
        <w:spacing w:before="23" w:after="0" w:line="218" w:lineRule="exact"/>
        <w:ind w:left="2464" w:right="371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94pt;width:502.13pt;height:.1pt;mso-position-horizontal-relative:page;mso-position-vertical-relative:paragraph;z-index:-34203" coordorigin="1135,-354" coordsize="10043,2">
            <v:shape style="position:absolute;left:1135;top:-354;width:10043;height:2" coordorigin="1135,-354" coordsize="10043,0" path="m1135,-354l11178,-35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751" w:space="1711"/>
            <w:col w:w="80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740"/>
          <w:cols w:num="2" w:equalWidth="0">
            <w:col w:w="1459" w:space="1003"/>
            <w:col w:w="8038"/>
          </w:cols>
        </w:sectPr>
      </w:pPr>
      <w:rPr/>
    </w:p>
    <w:p>
      <w:pPr>
        <w:spacing w:before="22" w:after="0" w:line="218" w:lineRule="exact"/>
        <w:ind w:left="2464" w:right="56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691.002014pt;width:502.13pt;height:.1pt;mso-position-horizontal-relative:page;mso-position-vertical-relative:page;z-index:-34202" coordorigin="1135,13820" coordsize="10043,2">
            <v:shape style="position:absolute;left:1135;top:13820;width:10043;height:2" coordorigin="1135,13820" coordsize="10043,0" path="m1135,13820l11178,13820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r,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Per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Per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320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7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33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right="396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74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K-12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22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4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349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17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3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single" w:sz="2.1444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60" w:space="1002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m?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24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4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91pt;width:502.13pt;height:.1pt;mso-position-horizontal-relative:page;mso-position-vertical-relative:paragraph;z-index:-34201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rman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rman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237" w:space="7210"/>
            <w:col w:w="546" w:space="591"/>
            <w:col w:w="73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71pt;width:502.13pt;height:.1pt;mso-position-horizontal-relative:page;mso-position-vertical-relative:paragraph;z-index:-34200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7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48.824333pt;width:502.13pt;height:.1pt;mso-position-horizontal-relative:page;mso-position-vertical-relative:paragraph;z-index:-34199" coordorigin="1135,976" coordsize="10043,2">
            <v:shape style="position:absolute;left:1135;top:976;width:10043;height:2" coordorigin="1135,976" coordsize="10043,0" path="m1135,976l11178,976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237" w:space="7210"/>
            <w:col w:w="546" w:space="591"/>
            <w:col w:w="736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4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DRS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210"/>
            <w:col w:w="546" w:space="591"/>
            <w:col w:w="69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72673pt;width:502.13pt;height:.1pt;mso-position-horizontal-relative:page;mso-position-vertical-relative:paragraph;z-index:-34198" coordorigin="1135,-355" coordsize="10043,2">
            <v:shape style="position:absolute;left:1135;top:-355;width:10043;height:2" coordorigin="1135,-355" coordsize="10043,0" path="m1135,-355l11178,-355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City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210"/>
            <w:col w:w="546" w:space="590"/>
            <w:col w:w="697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197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210"/>
            <w:col w:w="546" w:space="591"/>
            <w:col w:w="69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196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ZIP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48.854313pt;width:502.13pt;height:.1pt;mso-position-horizontal-relative:page;mso-position-vertical-relative:paragraph;z-index:-34195" coordorigin="1135,977" coordsize="10043,2">
            <v:shape style="position:absolute;left:1135;top:977;width:10043;height:2" coordorigin="1135,977" coordsize="10043,0" path="m1135,977l11178,977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210"/>
            <w:col w:w="546" w:space="591"/>
            <w:col w:w="696"/>
          </w:cols>
        </w:sectPr>
      </w:pPr>
      <w:rPr/>
    </w:p>
    <w:p>
      <w:pPr>
        <w:spacing w:before="0" w:after="0" w:line="183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84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4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pgMar w:header="350" w:footer="0" w:top="3420" w:bottom="280" w:left="1020" w:right="960"/>
          <w:headerReference w:type="default" r:id="rId30"/>
          <w:pgSz w:w="12260" w:h="15860"/>
          <w:cols w:num="3" w:equalWidth="0">
            <w:col w:w="541" w:space="7906"/>
            <w:col w:w="500" w:space="750"/>
            <w:col w:w="583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75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1459" w:space="1003"/>
            <w:col w:w="781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3" w:equalWidth="0">
            <w:col w:w="1237" w:space="7210"/>
            <w:col w:w="546" w:space="590"/>
            <w:col w:w="697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194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794" w:space="1667"/>
            <w:col w:w="7819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1459" w:space="1003"/>
            <w:col w:w="781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3" w:equalWidth="0">
            <w:col w:w="1237" w:space="7210"/>
            <w:col w:w="546" w:space="591"/>
            <w:col w:w="69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193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75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2" w:equalWidth="0">
            <w:col w:w="1459" w:space="1003"/>
            <w:col w:w="781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DD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48.854313pt;width:502.13pt;height:.1pt;mso-position-horizontal-relative:page;mso-position-vertical-relative:paragraph;z-index:-34192" coordorigin="1135,977" coordsize="10043,2">
            <v:shape style="position:absolute;left:1135;top:977;width:10043;height:2" coordorigin="1135,977" coordsize="10043,0" path="m1135,977l11178,977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60"/>
          <w:cols w:num="3" w:equalWidth="0">
            <w:col w:w="1237" w:space="7301"/>
            <w:col w:w="455" w:space="591"/>
            <w:col w:w="696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headerReference w:type="default" r:id="rId31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City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CIT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2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301"/>
            <w:col w:w="455" w:space="591"/>
            <w:col w:w="69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72673pt;width:502.13pt;height:.1pt;mso-position-horizontal-relative:page;mso-position-vertical-relative:paragraph;z-index:-34191" coordorigin="1135,-355" coordsize="10043,2">
            <v:shape style="position:absolute;left:1135;top:-355;width:10043;height:2" coordorigin="1135,-355" coordsize="10043,0" path="m1135,-355l11178,-355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BB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40" w:space="1602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BB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2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301"/>
            <w:col w:w="455" w:space="590"/>
            <w:col w:w="697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190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ZIP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ZIP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16" w:lineRule="exact"/>
        <w:ind w:left="2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301"/>
            <w:col w:w="455" w:space="591"/>
            <w:col w:w="696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22685pt;width:502.13pt;height:.1pt;mso-position-horizontal-relative:page;mso-position-vertical-relative:paragraph;z-index:-34189" coordorigin="1135,-354" coordsize="10043,2">
            <v:shape style="position:absolute;left:1135;top:-354;width:10043;height:2" coordorigin="1135,-354" coordsize="10043,0" path="m1135,-354l11178,-35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ZIP4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p4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's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cati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ZIP4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-47" w:right="26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48.854313pt;width:502.13pt;height:.1pt;mso-position-horizontal-relative:page;mso-position-vertical-relative:paragraph;z-index:-34188" coordorigin="1135,977" coordsize="10043,2">
            <v:shape style="position:absolute;left:1135;top:977;width:10043;height:2" coordorigin="1135,977" coordsize="10043,0" path="m1135,977l11178,977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217" w:space="7301"/>
            <w:col w:w="455" w:space="591"/>
            <w:col w:w="696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238998pt;margin-top:-2.016588pt;width:489.505346pt;height:201.501939pt;mso-position-horizontal-relative:page;mso-position-vertical-relative:paragraph;z-index:-34186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641" w:hRule="exact"/>
                    </w:trPr>
                    <w:tc>
                      <w:tcPr>
                        <w:tcW w:w="49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-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90" w:lineRule="exact"/>
                          <w:jc w:val="left"/>
                          <w:rPr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56" w:right="-14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3" w:after="0" w:line="240" w:lineRule="auto"/>
                          <w:ind w:left="-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20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4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2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1532" w:right="2647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34" w:right="1988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Re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9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37" w:type="dxa"/>
                        <w:vMerge w:val="restart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30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 w:after="0" w:line="240" w:lineRule="auto"/>
                          <w:ind w:left="71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37" w:type="dxa"/>
                        <w:vMerge/>
                        <w:gridSpan w:val="4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41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5" w:lineRule="exact"/>
                          <w:ind w:left="40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ri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Re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4637" w:type="dxa"/>
                        <w:vMerge/>
                        <w:gridSpan w:val="4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1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23" w:hRule="exact"/>
                    </w:trPr>
                    <w:tc>
                      <w:tcPr>
                        <w:tcW w:w="49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21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36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431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J,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WI)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76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8" w:lineRule="exact"/>
                          <w:ind w:left="73" w:right="323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DE,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LA,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Z,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CO,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ID,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OR,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61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350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8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5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13" w:right="-20"/>
        <w:jc w:val="left"/>
        <w:tabs>
          <w:tab w:pos="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16" w:lineRule="exact"/>
        <w:ind w:left="15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2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187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5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73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1439" w:space="1003"/>
            <w:col w:w="785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20"/>
          <w:cols w:num="3" w:equalWidth="0">
            <w:col w:w="1346" w:space="4450"/>
            <w:col w:w="3180" w:space="430"/>
            <w:col w:w="894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81.160011" w:type="dxa"/>
      </w:tblPr>
      <w:tblGrid/>
      <w:tr>
        <w:trPr>
          <w:trHeight w:val="320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267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251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301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281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540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565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8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260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302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536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544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600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383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490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3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73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4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794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492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976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ylva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280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387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486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738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8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7" w:hRule="exact"/>
        </w:trPr>
        <w:tc>
          <w:tcPr>
            <w:tcW w:w="782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198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877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3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2" w:type="dxa"/>
            <w:tcBorders>
              <w:top w:val="nil" w:sz="6" w:space="0" w:color="auto"/>
              <w:bottom w:val="single" w:sz="1.56831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40"/>
          <w:pgSz w:w="12260" w:h="15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40"/>
          <w:cols w:num="2" w:equalWidth="0">
            <w:col w:w="989" w:space="1473"/>
            <w:col w:w="783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4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40"/>
          <w:cols w:num="2" w:equalWidth="0">
            <w:col w:w="1459" w:space="1003"/>
            <w:col w:w="783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mmu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7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119" w:right="7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40"/>
          <w:cols w:num="3" w:equalWidth="0">
            <w:col w:w="1366" w:space="4450"/>
            <w:col w:w="3180" w:space="430"/>
            <w:col w:w="874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601.160011" w:type="dxa"/>
      </w:tblPr>
      <w:tblGrid/>
      <w:tr>
        <w:trPr>
          <w:trHeight w:val="53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0" w:after="0" w:line="218" w:lineRule="exact"/>
              <w:ind w:left="74" w:right="4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pop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695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8" w:lineRule="exact"/>
              <w:ind w:left="74" w:right="45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,000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76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38" w:lineRule="auto"/>
              <w:ind w:left="74" w:right="50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pop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77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38" w:lineRule="auto"/>
              <w:ind w:left="74" w:right="51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695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238" w:lineRule="auto"/>
              <w:ind w:left="74" w:right="358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250,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,000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2" w:right="41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634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76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38" w:lineRule="auto"/>
              <w:ind w:left="74" w:right="524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100,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2" w:right="41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390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75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38" w:lineRule="auto"/>
              <w:ind w:left="74" w:right="54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2" w:right="41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695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38" w:lineRule="auto"/>
              <w:ind w:left="74" w:right="35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2" w:right="41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970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538" w:hRule="exact"/>
        </w:trPr>
        <w:tc>
          <w:tcPr>
            <w:tcW w:w="29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83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8" w:lineRule="exact"/>
              <w:ind w:left="74" w:right="731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: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2" w:right="415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591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7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6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40"/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860"/>
          <w:pgSz w:w="12260" w:h="15860"/>
        </w:sectPr>
      </w:pPr>
      <w:rPr/>
    </w:p>
    <w:p>
      <w:pPr>
        <w:spacing w:before="20" w:after="0" w:line="218" w:lineRule="exact"/>
        <w:ind w:left="970" w:right="-53" w:firstLine="-329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2.5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" w:after="0" w:line="240" w:lineRule="auto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5" w:after="0" w:line="218" w:lineRule="exact"/>
        <w:ind w:left="970" w:right="85" w:firstLine="-329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t: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25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70" w:right="9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8" w:lineRule="exact"/>
        <w:ind w:left="970" w:right="-42" w:firstLine="-329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: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tory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" w:after="0" w:line="216" w:lineRule="exact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left="-33" w:right="1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-33" w:right="1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3" w:right="181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5306" w:space="830"/>
            <w:col w:w="424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4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047325pt;width:502.13pt;height:.1pt;mso-position-horizontal-relative:page;mso-position-vertical-relative:paragraph;z-index:-34185" coordorigin="1135,401" coordsize="10043,2">
            <v:shape style="position:absolute;left:1135;top:401;width:10043;height:2" coordorigin="1135,401" coordsize="10043,0" path="m1135,401l11178,401e" filled="f" stroked="t" strokeweight=".24403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824" w:space="5233"/>
            <w:col w:w="43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1030" w:space="1432"/>
            <w:col w:w="79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1459" w:space="1003"/>
            <w:col w:w="7918"/>
          </w:cols>
        </w:sectPr>
      </w:pPr>
      <w:rPr/>
    </w:p>
    <w:p>
      <w:pPr>
        <w:spacing w:before="22" w:after="0" w:line="218" w:lineRule="exact"/>
        <w:ind w:left="2464" w:right="5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;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72674pt;width:502.13pt;height:.1pt;mso-position-horizontal-relative:page;mso-position-vertical-relative:paragraph;z-index:-34184" coordorigin="1135,-353" coordsize="10043,2">
            <v:shape style="position:absolute;left:1135;top:-353;width:10043;height:2" coordorigin="1135,-353" coordsize="10043,0" path="m1135,-353l11178,-353e" filled="f" stroked="t" strokeweight=".24401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1186" w:space="1276"/>
            <w:col w:w="79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1459" w:space="1003"/>
            <w:col w:w="7918"/>
          </w:cols>
        </w:sectPr>
      </w:pPr>
      <w:rPr/>
    </w:p>
    <w:p>
      <w:pPr>
        <w:spacing w:before="23" w:after="0" w:line="218" w:lineRule="exact"/>
        <w:ind w:left="2464" w:right="53" w:firstLine="-2331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;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ht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x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2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7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669pt;width:502.13pt;height:.1pt;mso-position-horizontal-relative:page;mso-position-vertical-relative:paragraph;z-index:-34183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830" w:space="1632"/>
            <w:col w:w="79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2" w:equalWidth="0">
            <w:col w:w="1459" w:space="1003"/>
            <w:col w:w="791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</w:sectPr>
      </w:pPr>
      <w:rPr/>
    </w:p>
    <w:p>
      <w:pPr>
        <w:spacing w:before="23" w:after="0" w:line="240" w:lineRule="auto"/>
        <w:ind w:left="133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LD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  <w:position w:val="1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-47" w:right="27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48.839336pt;width:502.13pt;height:.1pt;mso-position-horizontal-relative:page;mso-position-vertical-relative:paragraph;z-index:-34182" coordorigin="1135,977" coordsize="10043,2">
            <v:shape style="position:absolute;left:1135;top:977;width:10043;height:2" coordorigin="1135,977" coordsize="10043,0" path="m1135,977l11178,977e" filled="f" stroked="t" strokeweight=".22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99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Miss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4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860"/>
          <w:cols w:num="3" w:equalWidth="0">
            <w:col w:w="1237" w:space="7210"/>
            <w:col w:w="546" w:space="590"/>
            <w:col w:w="797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20"/>
          <w:headerReference w:type="default" r:id="rId32"/>
          <w:pgSz w:w="12260" w:h="15860"/>
        </w:sectPr>
      </w:pPr>
      <w:rPr/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LDU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849" w:space="1593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1439" w:space="1003"/>
            <w:col w:w="785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40" w:lineRule="auto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1.369995pt;margin-top:-2.016564pt;width:89.283531pt;height:35.807175pt;mso-position-horizontal-relative:page;mso-position-vertical-relative:paragraph;z-index:-34178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358" w:hRule="exact"/>
                    </w:trPr>
                    <w:tc>
                      <w:tcPr>
                        <w:tcW w:w="88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34" w:right="24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29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Miss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58" w:hRule="exact"/>
                    </w:trPr>
                    <w:tc>
                      <w:tcPr>
                        <w:tcW w:w="88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2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2" w:after="0" w:line="240" w:lineRule="auto"/>
                          <w:ind w:right="6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3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72673pt;width:502.13pt;height:.1pt;mso-position-horizontal-relative:page;mso-position-vertical-relative:paragraph;z-index:-34181" coordorigin="1135,-355" coordsize="10043,2">
            <v:shape style="position:absolute;left:1135;top:-355;width:10043;height:2" coordorigin="1135,-355" coordsize="10043,0" path="m1135,-355l11178,-355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TCD16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73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  <w:cols w:num="2" w:equalWidth="0">
            <w:col w:w="1439" w:space="1003"/>
            <w:col w:w="785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761.72699pt;width:502.13pt;height:.1pt;mso-position-horizontal-relative:page;mso-position-vertical-relative:page;z-index:-34179" coordorigin="1135,15235" coordsize="10043,2">
            <v:shape style="position:absolute;left:1135;top:15235;width:10043;height:2" coordorigin="1135,15235" coordsize="10043,0" path="m1135,15235l11178,15235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40" w:lineRule="auto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1.369995pt;margin-top:-2.034477pt;width:89.314223pt;height:35.799125pt;mso-position-horizontal-relative:page;mso-position-vertical-relative:paragraph;z-index:-34177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358" w:hRule="exact"/>
                    </w:trPr>
                    <w:tc>
                      <w:tcPr>
                        <w:tcW w:w="88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34" w:right="24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29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Miss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58" w:hRule="exact"/>
                    </w:trPr>
                    <w:tc>
                      <w:tcPr>
                        <w:tcW w:w="88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1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1" w:after="0" w:line="240" w:lineRule="auto"/>
                          <w:ind w:right="6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0" w:after="0" w:line="213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TCD16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4pt;width:502.13pt;height:.1pt;mso-position-horizontal-relative:page;mso-position-vertical-relative:paragraph;z-index:-34180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238998pt;margin-top:-17.550671pt;width:489.505346pt;height:369.257275pt;mso-position-horizontal-relative:page;mso-position-vertical-relative:paragraph;z-index:-34176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952" w:hRule="exact"/>
                    </w:trPr>
                    <w:tc>
                      <w:tcPr>
                        <w:tcW w:w="492" w:type="dxa"/>
                        <w:vMerge w:val="restart"/>
                        <w:tcBorders>
                          <w:top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75" w:right="-7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90" w:lineRule="exact"/>
                          <w:jc w:val="left"/>
                          <w:rPr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56" w:right="-143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4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2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single" w:sz="1.568064" w:space="0" w:color="000000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531" w:right="2550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6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-16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Leve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35" w:type="dxa"/>
                        <w:vMerge w:val="restart"/>
                        <w:gridSpan w:val="4"/>
                        <w:tcBorders>
                          <w:top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671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 w:after="0" w:line="240" w:lineRule="auto"/>
                          <w:ind w:left="70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39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-16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Leve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735" w:type="dxa"/>
                        <w:vMerge/>
                        <w:gridSpan w:val="4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763" w:hRule="exact"/>
                    </w:trPr>
                    <w:tc>
                      <w:tcPr>
                        <w:tcW w:w="49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5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21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179" w:right="-16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335" w:right="-1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31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309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90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90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300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216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186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186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470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353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81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183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90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90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23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90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63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447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9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8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tabs>
          <w:tab w:pos="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3" w:after="0" w:line="240" w:lineRule="auto"/>
        <w:ind w:left="15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-16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45" w:space="1597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-16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62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227" w:right="-20"/>
        <w:jc w:val="left"/>
        <w:tabs>
          <w:tab w:pos="1420" w:val="left"/>
          <w:tab w:pos="244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227" w:right="-20"/>
        <w:jc w:val="left"/>
        <w:tabs>
          <w:tab w:pos="1420" w:val="left"/>
          <w:tab w:pos="234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40" w:lineRule="auto"/>
        <w:ind w:left="-3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-33" w:right="82"/>
        <w:jc w:val="center"/>
        <w:tabs>
          <w:tab w:pos="1300" w:val="left"/>
          <w:tab w:pos="20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1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4633" w:space="1483"/>
            <w:col w:w="414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087301pt;width:502.13pt;height:.1pt;mso-position-horizontal-relative:page;mso-position-vertical-relative:paragraph;z-index:-34175" coordorigin="1135,402" coordsize="10043,2">
            <v:shape style="position:absolute;left:1135;top:402;width:10043;height:2" coordorigin="1135,402" coordsize="10043,0" path="m1135,402l11178,402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frame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3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frame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1" w:space="430"/>
            <w:col w:w="853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510" w:right="-64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4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frame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227" w:right="-20"/>
        <w:jc w:val="left"/>
        <w:tabs>
          <w:tab w:pos="1520" w:val="left"/>
          <w:tab w:pos="230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804" w:space="146"/>
            <w:col w:w="2008" w:space="3067"/>
            <w:col w:w="4235"/>
          </w:cols>
        </w:sectPr>
      </w:pPr>
      <w:rPr/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091335pt;width:502.13pt;height:.1pt;mso-position-horizontal-relative:page;mso-position-vertical-relative:paragraph;z-index:-34174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77" w:space="1665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flag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91" w:right="-20"/>
        <w:jc w:val="left"/>
        <w:tabs>
          <w:tab w:pos="1420" w:val="left"/>
          <w:tab w:pos="230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4322" w:space="1703"/>
            <w:col w:w="423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34pt;width:502.13pt;height:.1pt;mso-position-horizontal-relative:page;mso-position-vertical-relative:paragraph;z-index:-34173" coordorigin="1135,424" coordsize="10043,2">
            <v:shape style="position:absolute;left:1135;top:424;width:10043;height:2" coordorigin="1135,424" coordsize="10043,0" path="m1135,424l11178,424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1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99" w:space="1542"/>
            <w:col w:w="7819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c,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c,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6" w:after="0" w:line="218" w:lineRule="exact"/>
        <w:ind w:left="950" w:right="318" w:firstLine="-23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up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18" w:lineRule="exact"/>
        <w:ind w:left="950" w:right="-53" w:firstLine="-238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up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nom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5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am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cati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left="-3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-33" w:right="82"/>
        <w:jc w:val="center"/>
        <w:tabs>
          <w:tab w:pos="13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03" w:right="81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-3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16" w:lineRule="exact"/>
        <w:ind w:left="-3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236" w:space="880"/>
            <w:col w:w="414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41342pt;width:502.13pt;height:.1pt;mso-position-horizontal-relative:page;mso-position-vertical-relative:paragraph;z-index:-34172" coordorigin="1135,403" coordsize="10043,2">
            <v:shape style="position:absolute;left:1135;top:403;width:10043;height:2" coordorigin="1135,403" coordsize="10043,0" path="m1135,403l11178,40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3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3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rian</w:t>
      </w:r>
      <w:r>
        <w:rPr>
          <w:rFonts w:ascii="Calibri" w:hAnsi="Calibri" w:cs="Calibri" w:eastAsia="Calibri"/>
          <w:sz w:val="18"/>
          <w:szCs w:val="18"/>
          <w:color w:val="404040"/>
          <w:spacing w:val="2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=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left="91" w:right="-20"/>
        <w:jc w:val="left"/>
        <w:tabs>
          <w:tab w:pos="1420" w:val="left"/>
          <w:tab w:pos="230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91"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3839" w:space="2186"/>
            <w:col w:w="4235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037319pt;width:502.13pt;height:.1pt;mso-position-horizontal-relative:page;mso-position-vertical-relative:paragraph;z-index:-34171" coordorigin="1135,401" coordsize="10043,2">
            <v:shape style="position:absolute;left:1135;top:401;width:10043;height:2" coordorigin="1135,401" coordsize="10043,0" path="m1135,401l11178,401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 </w:t>
      </w:r>
      <w:r>
        <w:rPr>
          <w:rFonts w:ascii="Calibri" w:hAnsi="Calibri" w:cs="Calibri" w:eastAsia="Calibri"/>
          <w:sz w:val="18"/>
          <w:szCs w:val="18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1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eig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1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b/>
          <w:bCs/>
        </w:rPr>
        <w:t>Per</w:t>
      </w:r>
      <w:r>
        <w:rPr>
          <w:rFonts w:ascii="Calibri" w:hAnsi="Calibri" w:cs="Calibri" w:eastAsia="Calibri"/>
          <w:sz w:val="18"/>
          <w:szCs w:val="18"/>
          <w:spacing w:val="-2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1" w:space="430"/>
            <w:col w:w="853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fric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sh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left="-33" w:right="82"/>
        <w:jc w:val="center"/>
        <w:tabs>
          <w:tab w:pos="1300" w:val="left"/>
          <w:tab w:pos="2180" w:val="left"/>
          <w:tab w:pos="36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284" w:right="82"/>
        <w:jc w:val="center"/>
        <w:tabs>
          <w:tab w:pos="1400" w:val="left"/>
          <w:tab w:pos="250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-34" w:right="81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03" w:right="82"/>
        <w:jc w:val="center"/>
        <w:tabs>
          <w:tab w:pos="1400" w:val="left"/>
          <w:tab w:pos="232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-33" w:right="82"/>
        <w:jc w:val="center"/>
        <w:tabs>
          <w:tab w:pos="1400" w:val="left"/>
          <w:tab w:pos="2180" w:val="left"/>
          <w:tab w:pos="37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2986" w:space="3129"/>
            <w:col w:w="4145"/>
          </w:cols>
        </w:sectPr>
      </w:pPr>
      <w:rPr/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61002pt;margin-top:61.574108pt;width:503.983346pt;height:715.3922pt;mso-position-horizontal-relative:page;mso-position-vertical-relative:page;z-index:-34170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31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right="54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4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4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(no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fic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nomi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4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z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4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286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dox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187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J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648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Day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4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822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Lut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nod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294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Lut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386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187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211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byt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rian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172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-Day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634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29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163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30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rian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67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33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34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48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single" w:sz="1.568064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5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953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56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6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670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3" w:after="0" w:line="240" w:lineRule="auto"/>
                          <w:ind w:left="16" w:right="-14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3" w:after="0" w:line="240" w:lineRule="auto"/>
                          <w:ind w:left="71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40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761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2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0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2" w:after="0" w:line="240" w:lineRule="auto"/>
                          <w:ind w:left="2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21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2" w:after="0" w:line="240" w:lineRule="auto"/>
                          <w:ind w:left="179" w:right="-16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0" w:after="0" w:line="240" w:lineRule="auto"/>
                          <w:ind w:left="335" w:right="-12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32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right="55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kip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34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101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Birm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102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201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4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202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4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203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J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4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401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Z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402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Z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501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k,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207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8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no,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y,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to,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58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19" w:hRule="exact"/>
                    </w:trPr>
                    <w:tc>
                      <w:tcPr>
                        <w:tcW w:w="78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43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609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81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San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96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5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8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pgMar w:header="350" w:footer="0" w:top="960" w:bottom="0" w:left="1020" w:right="920"/>
          <w:pgSz w:w="12260" w:h="1586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.100002" w:type="dxa"/>
      </w:tblPr>
      <w:tblGrid/>
      <w:tr>
        <w:trPr>
          <w:trHeight w:val="31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Stockt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801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802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803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901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artf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902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Bri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903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ava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31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ria,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Way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rt,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ake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rt,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06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0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350" w:footer="0" w:top="960" w:bottom="0" w:left="1340" w:right="940"/>
          <w:pgSz w:w="12260" w:h="1586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0.100002" w:type="dxa"/>
      </w:tblPr>
      <w:tblGrid/>
      <w:tr>
        <w:trPr>
          <w:trHeight w:val="31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ama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z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ack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0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104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son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no,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Camd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NM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96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0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149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ffa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kvi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rac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Bismarck,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93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09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101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7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42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87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1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1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5" w:right="401"/>
              <w:jc w:val="center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350" w:footer="0" w:top="960" w:bottom="0" w:left="1340" w:right="940"/>
          <w:pgSz w:w="12260" w:h="15860"/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/>
        <w:pict>
          <v:group style="position:absolute;margin-left:56.761002pt;margin-top:723.268982pt;width:502.13pt;height:.1pt;mso-position-horizontal-relative:page;mso-position-vertical-relative:page;z-index:-34169" coordorigin="1135,14465" coordsize="10043,2">
            <v:shape style="position:absolute;left:1135;top:14465;width:10043;height:2" coordorigin="1135,14465" coordsize="10043,0" path="m1135,14465l11178,14465e" filled="f" stroked="t" strokeweight=".24404pt" strokecolor="#000000">
              <v:path arrowok="t"/>
            </v:shape>
          </v:group>
          <w10:wrap type="none"/>
        </w:pict>
      </w:r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4.779997" w:type="dxa"/>
      </w:tblPr>
      <w:tblGrid/>
      <w:tr>
        <w:trPr>
          <w:trHeight w:val="31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OH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homa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J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Scr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Bea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Dal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Ft.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n-H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ck,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do,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VT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hm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VA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WA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WV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ay,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WI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5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7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95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12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20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350" w:footer="0" w:top="960" w:bottom="280" w:left="1320" w:right="940"/>
          <w:pgSz w:w="12260" w:h="1586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238998pt;margin-top:-2.016588pt;width:489.505346pt;height:221.311939pt;mso-position-horizontal-relative:page;mso-position-vertical-relative:paragraph;z-index:-3416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641" w:hRule="exact"/>
                    </w:trPr>
                    <w:tc>
                      <w:tcPr>
                        <w:tcW w:w="49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-16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-4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8" w:after="0" w:line="190" w:lineRule="exact"/>
                          <w:jc w:val="left"/>
                          <w:rPr>
                            <w:sz w:val="19"/>
                            <w:szCs w:val="19"/>
                          </w:rPr>
                        </w:pPr>
                        <w:rPr/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56" w:right="-14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6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3" w:after="0" w:line="240" w:lineRule="auto"/>
                          <w:ind w:left="-2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20" w:after="0" w:line="240" w:lineRule="exact"/>
                          <w:jc w:val="left"/>
                          <w:rPr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-4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2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3" w:after="0" w:line="240" w:lineRule="auto"/>
                          <w:ind w:left="1532" w:right="2585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99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99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99"/>
                            <w:b/>
                            <w:bCs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2" w:after="0" w:line="240" w:lineRule="auto"/>
                          <w:ind w:left="1534" w:right="1580"/>
                          <w:jc w:val="center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9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tr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9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9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9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99" w:type="dxa"/>
                        <w:vMerge w:val="restart"/>
                        <w:gridSpan w:val="4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30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82" w:after="0" w:line="240" w:lineRule="auto"/>
                          <w:ind w:left="71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er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8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699" w:type="dxa"/>
                        <w:vMerge/>
                        <w:gridSpan w:val="4"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41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5" w:lineRule="exact"/>
                          <w:ind w:left="40" w:right="-20"/>
                          <w:jc w:val="left"/>
                          <w:tabs>
                            <w:tab w:pos="1560" w:val="left"/>
                          </w:tabs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ri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ab/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  <w:position w:val="1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tr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  <w:position w:val="1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  <w:position w:val="1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4699" w:type="dxa"/>
                        <w:vMerge/>
                        <w:gridSpan w:val="4"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340" w:hRule="exact"/>
                    </w:trPr>
                    <w:tc>
                      <w:tcPr>
                        <w:tcW w:w="49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5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93" w:after="0" w:line="240" w:lineRule="auto"/>
                          <w:ind w:left="215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Weigh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23" w:hRule="exact"/>
                    </w:trPr>
                    <w:tc>
                      <w:tcPr>
                        <w:tcW w:w="492" w:type="dxa"/>
                        <w:vMerge/>
                        <w:tcBorders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7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32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31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21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q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2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0" w:after="0" w:line="213" w:lineRule="exact"/>
                          <w:ind w:left="36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Pe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1"/>
                            <w:w w:val="100"/>
                            <w:b/>
                            <w:bCs/>
                            <w:position w:val="1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  <w:position w:val="1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  <w:position w:val="1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position w:val="0"/>
                          </w:rPr>
                        </w:r>
                      </w:p>
                    </w:tc>
                  </w:tr>
                  <w:tr>
                    <w:trPr>
                      <w:trHeight w:val="649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18" w:lineRule="exact"/>
                          <w:ind w:left="73" w:right="304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ary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9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po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12)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4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" w:after="0" w:line="170" w:lineRule="exact"/>
                          <w:jc w:val="left"/>
                          <w:rPr>
                            <w:sz w:val="17"/>
                            <w:szCs w:val="17"/>
                          </w:rPr>
                        </w:pPr>
                        <w:rPr/>
                        <w:r>
                          <w:rPr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76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38" w:lineRule="auto"/>
                          <w:ind w:left="73" w:right="306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5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7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663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2" w:after="0" w:line="240" w:lineRule="auto"/>
                          <w:ind w:right="47"/>
                          <w:jc w:val="righ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9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99"/>
                          </w:rPr>
                          <w:t>.5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755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27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4" w:after="0" w:line="238" w:lineRule="auto"/>
                          <w:ind w:left="73" w:right="267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Com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8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(A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ts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6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6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7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34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3" w:after="0" w:line="240" w:lineRule="auto"/>
                          <w:ind w:left="59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467" w:hRule="exact"/>
                    </w:trPr>
                    <w:tc>
                      <w:tcPr>
                        <w:tcW w:w="492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0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-1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  <w:b/>
                            <w:bCs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599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411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61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01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482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258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nil" w:sz="6" w:space="0" w:color="auto"/>
                          <w:bottom w:val="single" w:sz="1.56831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before="62" w:after="0" w:line="240" w:lineRule="auto"/>
                          <w:ind w:left="509" w:right="-2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404040"/>
                            <w:spacing w:val="0"/>
                            <w:w w:val="100"/>
                          </w:rPr>
                          <w:t>.0</w:t>
                        </w:r>
                        <w:r>
                          <w:rPr>
                            <w:rFonts w:ascii="Calibri" w:hAnsi="Calibri" w:cs="Calibri" w:eastAsia="Calibri"/>
                            <w:sz w:val="18"/>
                            <w:szCs w:val="18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20"/>
        <w:jc w:val="left"/>
        <w:tabs>
          <w:tab w:pos="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3" w:after="0" w:line="216" w:lineRule="exact"/>
        <w:ind w:left="17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72pt;width:502.13pt;height:.1pt;mso-position-horizontal-relative:page;mso-position-vertical-relative:paragraph;z-index:-34168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TUDS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994" w:space="1468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in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1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5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7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73pt;width:502.13pt;height:.1pt;mso-position-horizontal-relative:page;mso-position-vertical-relative:paragraph;z-index:-34167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IZE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z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nt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TUDS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40" w:lineRule="auto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56.761002pt;margin-top:692.685974pt;width:502.13pt;height:.1pt;mso-position-horizontal-relative:page;mso-position-vertical-relative:page;z-index:-34166" coordorigin="1135,13854" coordsize="10043,2">
            <v:shape style="position:absolute;left:1135;top:13854;width:10043;height:2" coordorigin="1135,13854" coordsize="10043,0" path="m1135,13854l11178,13854e" filled="f" stroked="t" strokeweight=".196069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04.780006" w:type="dxa"/>
      </w:tblPr>
      <w:tblGrid/>
      <w:tr>
        <w:trPr>
          <w:trHeight w:val="319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-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99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-7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ts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821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re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409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566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80" w:hRule="exact"/>
        </w:trPr>
        <w:tc>
          <w:tcPr>
            <w:tcW w:w="49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al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6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7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1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003" w:space="1459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s,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FTEs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(fu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me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q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72673pt;width:502.13pt;height:.1pt;mso-position-horizontal-relative:page;mso-position-vertical-relative:paragraph;z-index:-34164" coordorigin="1135,-355" coordsize="10043,2">
            <v:shape style="position:absolute;left:1135;top:-355;width:10043;height:2" coordorigin="1135,-355" coordsize="10043,0" path="m1135,-355l11178,-355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mmun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039" w:space="1423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mmu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33.179998" w:type="dxa"/>
      </w:tblPr>
      <w:tblGrid/>
      <w:tr>
        <w:trPr>
          <w:trHeight w:val="310" w:hRule="exact"/>
        </w:trPr>
        <w:tc>
          <w:tcPr>
            <w:tcW w:w="7876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5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1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eig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7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Cat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68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31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2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99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1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Per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0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q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36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Per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7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City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3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(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13)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14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7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rb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34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(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4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9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7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wn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40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ca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14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59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right="21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318" w:hRule="exact"/>
        </w:trPr>
        <w:tc>
          <w:tcPr>
            <w:tcW w:w="78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right="54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77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7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Ru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35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(U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230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4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50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32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5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66" w:hRule="exact"/>
        </w:trPr>
        <w:tc>
          <w:tcPr>
            <w:tcW w:w="782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3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776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230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138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60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24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23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13" w:type="dxa"/>
            <w:tcBorders>
              <w:top w:val="nil" w:sz="6" w:space="0" w:color="auto"/>
              <w:bottom w:val="single" w:sz="1.9523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62" w:after="0" w:line="240" w:lineRule="auto"/>
              <w:ind w:left="36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Day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th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4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2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10699pt;width:502.13pt;height:.1pt;mso-position-horizontal-relative:page;mso-position-vertical-relative:paragraph;z-index:-34163" coordorigin="1135,-354" coordsize="10043,2">
            <v:shape style="position:absolute;left:1135;top:-354;width:10043;height:2" coordorigin="1135,-354" coordsize="10043,0" path="m1135,-354l11178,-354e" filled="f" stroked="t" strokeweight=".22006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60" w:space="1002"/>
            <w:col w:w="78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95317pt;width:502.13pt;height:.1pt;mso-position-horizontal-relative:page;mso-position-vertical-relative:paragraph;z-index:-34162" coordorigin="1135,2018" coordsize="10043,2">
            <v:shape style="position:absolute;left:1135;top:2018;width:10043;height:2" coordorigin="1135,2018" coordsize="10043,0" path="m1135,2018l11178,2018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male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7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0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61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60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59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58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57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56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55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54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53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52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51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50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49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48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47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46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45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44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43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42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41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40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39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38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37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36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35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34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33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32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31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30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29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28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27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26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25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24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23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22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21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20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19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18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17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16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15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14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13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12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11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10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09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08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07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06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05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04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03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102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101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100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99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98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97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96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95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94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93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92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91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90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89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88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87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86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85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84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83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82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81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80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79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78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77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76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75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74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73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72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71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70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69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68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67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66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65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64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63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62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40" w:val="left"/>
          <w:tab w:pos="222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61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94" w:right="82"/>
        <w:jc w:val="center"/>
        <w:tabs>
          <w:tab w:pos="1480" w:val="left"/>
          <w:tab w:pos="226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60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59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58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318" w:right="-20"/>
        <w:jc w:val="left"/>
        <w:tabs>
          <w:tab w:pos="1520" w:val="left"/>
          <w:tab w:pos="25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408" w:right="-20"/>
        <w:jc w:val="left"/>
        <w:tabs>
          <w:tab w:pos="1520" w:val="left"/>
          <w:tab w:pos="262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57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40" w:right="960"/>
          <w:pgSz w:w="12260" w:h="158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6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56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227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227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55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11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1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731" w:space="1711"/>
            <w:col w:w="781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16" w:lineRule="exact"/>
        <w:ind w:left="11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1439" w:space="1003"/>
            <w:col w:w="7818"/>
          </w:cols>
        </w:sectPr>
      </w:pPr>
      <w:rPr/>
    </w:p>
    <w:p>
      <w:pPr>
        <w:spacing w:before="25" w:after="0" w:line="216" w:lineRule="exact"/>
        <w:ind w:left="113" w:right="-20"/>
        <w:jc w:val="left"/>
        <w:tabs>
          <w:tab w:pos="24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5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5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5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3" w:equalWidth="0">
            <w:col w:w="1346" w:space="4450"/>
            <w:col w:w="3180" w:space="430"/>
            <w:col w:w="85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71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5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1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9" w:after="0" w:line="240" w:lineRule="auto"/>
        <w:ind w:left="194" w:right="8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.8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8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5125" w:space="901"/>
            <w:col w:w="423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</w:sectPr>
      </w:pPr>
      <w:rPr/>
    </w:p>
    <w:p>
      <w:pPr>
        <w:spacing w:before="23" w:after="0" w:line="240" w:lineRule="auto"/>
        <w:ind w:left="42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194313pt;width:502.13pt;height:.1pt;mso-position-horizontal-relative:page;mso-position-vertical-relative:paragraph;z-index:-34054" coordorigin="1135,424" coordsize="10043,2">
            <v:shape style="position:absolute;left:1135;top:424;width:10043;height:2" coordorigin="1135,424" coordsize="10043,0" path="m1135,424l11178,424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40" w:right="960"/>
          <w:cols w:num="2" w:equalWidth="0">
            <w:col w:w="804" w:space="5233"/>
            <w:col w:w="4223"/>
          </w:cols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73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3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16" w:lineRule="exact"/>
        <w:ind w:left="73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194" w:right="122"/>
        <w:jc w:val="center"/>
        <w:tabs>
          <w:tab w:pos="1480" w:val="left"/>
          <w:tab w:pos="240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.1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375" w:right="121"/>
        <w:jc w:val="center"/>
        <w:tabs>
          <w:tab w:pos="1480" w:val="left"/>
          <w:tab w:pos="2580" w:val="left"/>
          <w:tab w:pos="382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99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5145" w:space="901"/>
            <w:col w:w="4274"/>
          </w:cols>
        </w:sectPr>
      </w:pPr>
      <w:rPr/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16" w:lineRule="exact"/>
        <w:ind w:left="44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0.111355pt;width:502.13pt;height:.1pt;mso-position-horizontal-relative:page;mso-position-vertical-relative:paragraph;z-index:-34053" coordorigin="1135,402" coordsize="10043,2">
            <v:shape style="position:absolute;left:1135;top:402;width:10043;height:2" coordorigin="1135,402" coordsize="10043,0" path="m1135,402l11178,402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24" w:space="5233"/>
            <w:col w:w="426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For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17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Ca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2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40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right="-20"/>
        <w:jc w:val="righ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-47" w:right="-17"/>
        <w:jc w:val="right"/>
        <w:tabs>
          <w:tab w:pos="1360" w:val="left"/>
          <w:tab w:pos="23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ab/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F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en</w:t>
      </w:r>
      <w:r>
        <w:rPr>
          <w:rFonts w:ascii="Calibri" w:hAnsi="Calibri" w:cs="Calibri" w:eastAsia="Calibri"/>
          <w:sz w:val="18"/>
          <w:szCs w:val="18"/>
          <w:spacing w:val="-2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y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-36" w:right="92"/>
        <w:jc w:val="center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Weigh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0" w:after="0" w:line="216" w:lineRule="exact"/>
        <w:ind w:left="119" w:right="96"/>
        <w:jc w:val="center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Pe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c</w:t>
      </w:r>
      <w:r>
        <w:rPr>
          <w:rFonts w:ascii="Calibri" w:hAnsi="Calibri" w:cs="Calibri" w:eastAsia="Calibri"/>
          <w:sz w:val="18"/>
          <w:szCs w:val="18"/>
          <w:spacing w:val="1"/>
          <w:w w:val="99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-1"/>
          <w:w w:val="99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99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center"/>
        <w:spacing w:after="0"/>
        <w:sectPr>
          <w:type w:val="continuous"/>
          <w:pgSz w:w="12260" w:h="15860"/>
          <w:pgMar w:top="2520" w:bottom="280" w:left="1020" w:right="920"/>
          <w:cols w:num="3" w:equalWidth="0">
            <w:col w:w="1366" w:space="4450"/>
            <w:col w:w="3180" w:space="430"/>
            <w:col w:w="894"/>
          </w:cols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73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732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donor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8" w:lineRule="exact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ng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ho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'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PSS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19" w:lineRule="exact"/>
        <w:ind w:left="970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16" w:lineRule="exact"/>
        <w:ind w:left="73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 </w:t>
      </w:r>
      <w:r>
        <w:rPr>
          <w:rFonts w:ascii="Calibri" w:hAnsi="Calibri" w:cs="Calibri" w:eastAsia="Calibri"/>
          <w:sz w:val="18"/>
          <w:szCs w:val="18"/>
          <w:color w:val="404040"/>
          <w:spacing w:val="2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ata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j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y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tabs>
          <w:tab w:pos="1420" w:val="left"/>
          <w:tab w:pos="2220" w:val="left"/>
          <w:tab w:pos="37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37" w:after="0" w:line="240" w:lineRule="auto"/>
        <w:ind w:left="227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9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.6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left="227" w:right="-20"/>
        <w:jc w:val="left"/>
        <w:tabs>
          <w:tab w:pos="1520" w:val="left"/>
          <w:tab w:pos="2440" w:val="left"/>
          <w:tab w:pos="384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5145" w:space="901"/>
            <w:col w:w="4274"/>
          </w:cols>
        </w:sectPr>
      </w:pPr>
      <w:rPr/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445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21.221319pt;width:502.13pt;height:.1pt;mso-position-horizontal-relative:page;mso-position-vertical-relative:paragraph;z-index:-34052" coordorigin="1135,424" coordsize="10043,2">
            <v:shape style="position:absolute;left:1135;top:424;width:10043;height:2" coordorigin="1135,424" coordsize="10043,0" path="m1135,424l11178,424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320" w:val="left"/>
          <w:tab w:pos="2200" w:val="left"/>
          <w:tab w:pos="36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8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24" w:space="5233"/>
            <w:col w:w="4263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KG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art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667pt;width:502.13pt;height:.1pt;mso-position-horizontal-relative:page;mso-position-vertical-relative:paragraph;z-index:-34051" coordorigin="1135,-354" coordsize="10043,2">
            <v:shape style="position:absolute;left:1135;top:-354;width:10043;height:2" coordorigin="1135,-354" coordsize="10043,0" path="m1135,-354l11178,-354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kan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50" w:space="1612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ka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30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tabs>
                <w:tab w:pos="1740" w:val="left"/>
              </w:tabs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ab/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56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10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302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tabs>
                <w:tab w:pos="1480" w:val="left"/>
              </w:tabs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ab/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87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53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16" w:lineRule="exact"/>
        <w:ind w:left="565" w:right="-67"/>
        <w:jc w:val="left"/>
        <w:tabs>
          <w:tab w:pos="168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0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5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16" w:lineRule="exact"/>
        <w:ind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6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.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3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tabs>
          <w:tab w:pos="15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4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7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6" w:equalWidth="0">
            <w:col w:w="2198" w:space="1086"/>
            <w:col w:w="318" w:space="1116"/>
            <w:col w:w="318" w:space="1235"/>
            <w:col w:w="318" w:space="889"/>
            <w:col w:w="318" w:space="650"/>
            <w:col w:w="1874"/>
          </w:cols>
        </w:sectPr>
      </w:pPr>
      <w:rPr/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59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98666pt;width:502.13pt;height:.1pt;mso-position-horizontal-relative:page;mso-position-vertical-relative:paragraph;z-index:-34050" coordorigin="1135,-354" coordsize="10043,2">
            <v:shape style="position:absolute;left:1135;top:-354;width:10043;height:2" coordorigin="1135,-354" coordsize="10043,0" path="m1135,-354l11178,-354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64" w:space="1698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an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48689pt;width:502.13pt;height:.1pt;mso-position-horizontal-relative:page;mso-position-vertical-relative:paragraph;z-index:-34049" coordorigin="1135,-353" coordsize="10043,2">
            <v:shape style="position:absolute;left:1135;top:-353;width:10043;height:2" coordorigin="1135,-353" coordsize="10043,0" path="m1135,-353l11178,-353e" filled="f" stroked="t" strokeweight=".196039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Haw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acific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76" w:space="1586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v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Haw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acific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8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30682pt;width:502.13pt;height:.1pt;mso-position-horizontal-relative:page;mso-position-vertical-relative:paragraph;z-index:-34048" coordorigin="1135,-353" coordsize="10043,2">
            <v:shape style="position:absolute;left:1135;top:-353;width:10043;height:2" coordorigin="1135,-353" coordsize="10043,0" path="m1135,-353l11178,-353e" filled="f" stroked="t" strokeweight=".22003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60" w:space="1002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8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Hi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K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3867pt;width:502.13pt;height:.1pt;mso-position-horizontal-relative:page;mso-position-vertical-relative:paragraph;z-index:-34047" coordorigin="1135,-355" coordsize="10043,2">
            <v:shape style="position:absolute;left:1135;top:-355;width:10043;height:2" coordorigin="1135,-355" coordsize="10043,0" path="m1135,-355l11178,-355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09" w:space="1653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50" w:footer="0" w:top="960" w:bottom="280" w:left="1020" w:right="920"/>
          <w:pgSz w:w="12260" w:h="15860"/>
        </w:sectPr>
      </w:pPr>
      <w:rPr/>
    </w:p>
    <w:p>
      <w:pPr>
        <w:spacing w:before="23" w:after="0" w:line="240" w:lineRule="auto"/>
        <w:ind w:left="131" w:right="-42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887pt;width:502.13pt;height:.1pt;mso-position-horizontal-relative:page;mso-position-vertical-relative:paragraph;z-index:-34046" coordorigin="1135,-354" coordsize="10043,2">
            <v:shape style="position:absolute;left:1135;top:-354;width:10043;height:2" coordorigin="1135,-354" coordsize="10043,0" path="m1135,-354l11178,-354e" filled="f" stroked="t" strokeweight=".19602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CK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Black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82" w:space="1680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Black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(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K-1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4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7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73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784676pt;width:502.13pt;height:.1pt;mso-position-horizontal-relative:page;mso-position-vertical-relative:paragraph;z-index:-34045" coordorigin="1135,-356" coordsize="10043,2">
            <v:shape style="position:absolute;left:1135;top:-356;width:10043;height:2" coordorigin="1135,-356" coordsize="10043,0" path="m1135,-356l11178,-356e" filled="f" stroked="t" strokeweight=".26805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w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751" w:space="1711"/>
            <w:col w:w="7858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6" w:after="0" w:line="216" w:lineRule="exact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P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9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ts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f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two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m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re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-5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5.220003" w:type="dxa"/>
      </w:tblPr>
      <w:tblGrid/>
      <w:tr>
        <w:trPr>
          <w:trHeight w:val="310" w:hRule="exact"/>
        </w:trPr>
        <w:tc>
          <w:tcPr>
            <w:tcW w:w="233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44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53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83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8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1" w:after="0" w:line="240" w:lineRule="auto"/>
              <w:ind w:right="6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40" w:lineRule="auto"/>
        <w:ind w:left="131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-17.638674pt;width:502.13pt;height:.1pt;mso-position-horizontal-relative:page;mso-position-vertical-relative:paragraph;z-index:-34044" coordorigin="1135,-353" coordsize="10043,2">
            <v:shape style="position:absolute;left:1135;top:-353;width:10043;height:2" coordorigin="1135,-353" coordsize="10043,0" path="m1135,-353l11178,-353e" filled="f" stroked="t" strokeweight=".196008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133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_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RT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23" w:after="0" w:line="240" w:lineRule="auto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el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2" w:after="0" w:line="216" w:lineRule="exact"/>
        <w:ind w:left="2"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h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7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874" w:space="1588"/>
            <w:col w:w="7858"/>
          </w:cols>
        </w:sectPr>
      </w:pPr>
      <w:rPr/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</w:sectPr>
      </w:pPr>
      <w:rPr/>
    </w:p>
    <w:p>
      <w:pPr>
        <w:spacing w:before="23" w:after="0" w:line="216" w:lineRule="exact"/>
        <w:ind w:left="131" w:right="-67"/>
        <w:jc w:val="left"/>
        <w:rPr>
          <w:rFonts w:ascii="Calibri" w:hAnsi="Calibri" w:cs="Calibri" w:eastAsia="Calibri"/>
          <w:sz w:val="18"/>
          <w:szCs w:val="18"/>
        </w:rPr>
      </w:pPr>
      <w:rPr/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spacing w:before="23" w:after="0" w:line="216" w:lineRule="exact"/>
        <w:ind w:right="-20"/>
        <w:jc w:val="left"/>
        <w:rPr>
          <w:rFonts w:ascii="Calibri" w:hAnsi="Calibri" w:cs="Calibri" w:eastAsia="Calibri"/>
          <w:sz w:val="18"/>
          <w:szCs w:val="18"/>
        </w:rPr>
      </w:pPr>
      <w:rPr/>
      <w:r>
        <w:rPr/>
        <w:br w:type="column"/>
      </w:r>
      <w:r>
        <w:rPr>
          <w:rFonts w:ascii="Calibri" w:hAnsi="Calibri" w:cs="Calibri" w:eastAsia="Calibri"/>
          <w:sz w:val="18"/>
          <w:szCs w:val="18"/>
          <w:spacing w:val="-2"/>
          <w:w w:val="100"/>
          <w:b/>
          <w:bCs/>
        </w:rPr>
        <w:t>Q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o</w:t>
      </w:r>
      <w:r>
        <w:rPr>
          <w:rFonts w:ascii="Calibri" w:hAnsi="Calibri" w:cs="Calibri" w:eastAsia="Calibri"/>
          <w:sz w:val="18"/>
          <w:szCs w:val="18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d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18"/>
          <w:szCs w:val="18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18"/>
          <w:szCs w:val="18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type w:val="continuous"/>
          <w:pgSz w:w="12260" w:h="15860"/>
          <w:pgMar w:top="2520" w:bottom="280" w:left="1020" w:right="920"/>
          <w:cols w:num="2" w:equalWidth="0">
            <w:col w:w="1459" w:space="1003"/>
            <w:col w:w="7858"/>
          </w:cols>
        </w:sectPr>
      </w:pPr>
      <w:rPr/>
    </w:p>
    <w:p>
      <w:pPr>
        <w:spacing w:before="25" w:after="0" w:line="240" w:lineRule="auto"/>
        <w:ind w:left="133" w:right="-20"/>
        <w:jc w:val="left"/>
        <w:tabs>
          <w:tab w:pos="2460" w:val="left"/>
        </w:tabs>
        <w:rPr>
          <w:rFonts w:ascii="Calibri" w:hAnsi="Calibri" w:cs="Calibri" w:eastAsia="Calibri"/>
          <w:sz w:val="18"/>
          <w:szCs w:val="18"/>
        </w:rPr>
      </w:pPr>
      <w:rPr/>
      <w:r>
        <w:rPr/>
        <w:pict>
          <v:group style="position:absolute;margin-left:56.761002pt;margin-top:100.897324pt;width:502.13pt;height:.1pt;mso-position-horizontal-relative:page;mso-position-vertical-relative:paragraph;z-index:-34043" coordorigin="1135,2018" coordsize="10043,2">
            <v:shape style="position:absolute;left:1135;top:2018;width:10043;height:2" coordorigin="1135,2018" coordsize="10043,0" path="m1135,2018l11178,2018e" filled="f" stroked="t" strokeweight=".24404pt" strokecolor="#000000">
              <v:path arrowok="t"/>
            </v:shape>
          </v:group>
          <w10:wrap type="none"/>
        </w:pic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C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Vari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b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l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ab/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S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d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n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ach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e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-6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r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a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t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i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o</w:t>
      </w:r>
      <w:r>
        <w:rPr>
          <w:rFonts w:ascii="Calibri" w:hAnsi="Calibri" w:cs="Calibri" w:eastAsia="Calibri"/>
          <w:sz w:val="18"/>
          <w:szCs w:val="18"/>
          <w:color w:val="404040"/>
          <w:spacing w:val="-2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(K-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1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2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,</w:t>
      </w:r>
      <w:r>
        <w:rPr>
          <w:rFonts w:ascii="Calibri" w:hAnsi="Calibri" w:cs="Calibri" w:eastAsia="Calibri"/>
          <w:sz w:val="18"/>
          <w:szCs w:val="18"/>
          <w:color w:val="404040"/>
          <w:spacing w:val="-3"/>
          <w:w w:val="100"/>
        </w:rPr>
        <w:t> 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U</w:t>
      </w:r>
      <w:r>
        <w:rPr>
          <w:rFonts w:ascii="Calibri" w:hAnsi="Calibri" w:cs="Calibri" w:eastAsia="Calibri"/>
          <w:sz w:val="18"/>
          <w:szCs w:val="18"/>
          <w:color w:val="404040"/>
          <w:spacing w:val="-1"/>
          <w:w w:val="100"/>
        </w:rPr>
        <w:t>G</w:t>
      </w:r>
      <w:r>
        <w:rPr>
          <w:rFonts w:ascii="Calibri" w:hAnsi="Calibri" w:cs="Calibri" w:eastAsia="Calibri"/>
          <w:sz w:val="18"/>
          <w:szCs w:val="18"/>
          <w:color w:val="404040"/>
          <w:spacing w:val="0"/>
          <w:w w:val="100"/>
        </w:rPr>
        <w:t>)</w:t>
      </w:r>
      <w:r>
        <w:rPr>
          <w:rFonts w:ascii="Calibri" w:hAnsi="Calibri" w:cs="Calibri" w:eastAsia="Calibri"/>
          <w:sz w:val="18"/>
          <w:szCs w:val="18"/>
          <w:color w:val="000000"/>
          <w:spacing w:val="0"/>
          <w:w w:val="10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6.899996" w:type="dxa"/>
      </w:tblPr>
      <w:tblGrid/>
      <w:tr>
        <w:trPr>
          <w:trHeight w:val="310" w:hRule="exact"/>
        </w:trPr>
        <w:tc>
          <w:tcPr>
            <w:tcW w:w="2329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24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53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6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ted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63" w:after="0" w:line="240" w:lineRule="auto"/>
              <w:ind w:left="37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Weigh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70" w:type="dxa"/>
            <w:gridSpan w:val="2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40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Ma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x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7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64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18"/>
                <w:szCs w:val="18"/>
                <w:spacing w:val="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7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10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td</w:t>
            </w:r>
            <w:r>
              <w:rPr>
                <w:rFonts w:ascii="Calibri" w:hAnsi="Calibri" w:cs="Calibri" w:eastAsia="Calibri"/>
                <w:sz w:val="18"/>
                <w:szCs w:val="18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De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right="19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13" w:lineRule="exact"/>
              <w:ind w:left="21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18"/>
                <w:szCs w:val="18"/>
                <w:spacing w:val="-5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18"/>
                <w:szCs w:val="18"/>
                <w:spacing w:val="-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18"/>
                <w:szCs w:val="18"/>
                <w:spacing w:val="-2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</w:tr>
      <w:tr>
        <w:trPr>
          <w:trHeight w:val="358" w:hRule="exact"/>
        </w:trPr>
        <w:tc>
          <w:tcPr>
            <w:tcW w:w="104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4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99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51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48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5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761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3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86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2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692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left="324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1"/>
                <w:w w:val="100"/>
              </w:rPr>
              <w:t>,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98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2" w:after="0" w:line="240" w:lineRule="auto"/>
              <w:ind w:right="67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40404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sectPr>
      <w:type w:val="continuous"/>
      <w:pgSz w:w="12260" w:h="15860"/>
      <w:pgMar w:top="2520" w:bottom="280" w:left="10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308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307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306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30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2.952971pt;height:23.0812pt;mso-position-horizontal-relative:page;mso-position-vertical-relative:page;z-index:-3430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4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86.457893pt;height:23.0812pt;mso-position-horizontal-relative:page;mso-position-vertical-relative:page;z-index:-3430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4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Sc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68.370054pt;height:10.9812pt;mso-position-horizontal-relative:page;mso-position-vertical-relative:page;z-index:-3430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0.0247pt;height:10.9812pt;mso-position-horizontal-relative:page;mso-position-vertical-relative:page;z-index:-3430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72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71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70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69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6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6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6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6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6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6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6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61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6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5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5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5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56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55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54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5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5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5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5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4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4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4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4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45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4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4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4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4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40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39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3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37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3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3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3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3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3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3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3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29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2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2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2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2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2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23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22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21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2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1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1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1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1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1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1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13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1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1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1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0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08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07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06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0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0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0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0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0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0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9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9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97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9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9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9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9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92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91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90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89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8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8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8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8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8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8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8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81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8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7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7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7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76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75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74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7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7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7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7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6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6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6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6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65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6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6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6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6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60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59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5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57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5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5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5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5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5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5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5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49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4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4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4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4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4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43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42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41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4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3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3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3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3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3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3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33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3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3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3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2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28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27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26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2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2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2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2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2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2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1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1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17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1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01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01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01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300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99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9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97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2.952971pt;height:23.0812pt;mso-position-horizontal-relative:page;mso-position-vertical-relative:page;z-index:-3429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0.618142pt;height:23.0812pt;mso-position-horizontal-relative:page;mso-position-vertical-relative:page;z-index:-3429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9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0.618142pt;height:23.1112pt;mso-position-horizontal-relative:page;mso-position-vertical-relative:page;z-index:-3429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9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9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9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89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8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8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8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8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012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011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010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009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00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00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00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00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00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00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00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001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00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399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399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399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96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3995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3994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399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399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399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399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398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398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398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398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3985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398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398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398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398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80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3979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397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3977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397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397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397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397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397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397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397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3969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396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396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396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396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6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395.80985pt;height:15.987pt;mso-position-horizontal-relative:page;mso-position-vertical-relative:page;z-index:-3396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5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62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90.811996pt;width:502.13pt;height:.1pt;mso-position-horizontal-relative:page;mso-position-vertical-relative:page;z-index:-33961" coordorigin="1135,1816" coordsize="10043,2">
          <v:shape style="position:absolute;left:1135;top:1816;width:10043;height:2" coordorigin="1135,1816" coordsize="10043,0" path="m1135,1816l11178,1816e" filled="f" stroked="t" strokeweight=".19602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395.80985pt;height:15.987pt;mso-position-horizontal-relative:page;mso-position-vertical-relative:page;z-index:-33960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5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59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395.80985pt;height:15.987pt;mso-position-horizontal-relative:page;mso-position-vertical-relative:page;z-index:-3395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5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57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3956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395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3954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2.952971pt;height:23.0812pt;mso-position-horizontal-relative:page;mso-position-vertical-relative:page;z-index:-3395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ZIP4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67.242229pt;height:23.0812pt;mso-position-horizontal-relative:page;mso-position-vertical-relative:page;z-index:-3395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ng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Z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4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68.370054pt;height:23.1112pt;mso-position-horizontal-relative:page;mso-position-vertical-relative:page;z-index:-3395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ame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105.495652pt;height:23.1112pt;mso-position-horizontal-relative:page;mso-position-vertical-relative:page;z-index:-3395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Z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ng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ss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671001pt;margin-top:159.584106pt;width:57.152605pt;height:10.9812pt;mso-position-horizontal-relative:page;mso-position-vertical-relative:page;z-index:-3394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3.730011pt;margin-top:159.584106pt;width:7.91584pt;height:10.9812pt;mso-position-horizontal-relative:page;mso-position-vertical-relative:page;z-index:-3394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9.200012pt;margin-top:159.584106pt;width:30.453531pt;height:10.9812pt;mso-position-horizontal-relative:page;mso-position-vertical-relative:page;z-index:-3394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Miss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46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395.80985pt;height:15.987pt;mso-position-horizontal-relative:page;mso-position-vertical-relative:page;z-index:-3394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5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394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395.80985pt;height:15.987pt;mso-position-horizontal-relative:page;mso-position-vertical-relative:page;z-index:-3394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5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8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83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82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81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2.952971pt;height:23.0812pt;mso-position-horizontal-relative:page;mso-position-vertical-relative:page;z-index:-3428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0.618142pt;height:23.0812pt;mso-position-horizontal-relative:page;mso-position-vertical-relative:page;z-index:-3427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7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0.618142pt;height:23.1112pt;mso-position-horizontal-relative:page;mso-position-vertical-relative:page;z-index:-3427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7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7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7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73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7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7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7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6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68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67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66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6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26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26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6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26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6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5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5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57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5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5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5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5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52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51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50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49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24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24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4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24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4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4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4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41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4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3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3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3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36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35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34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33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23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23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3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22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2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27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2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25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2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2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22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2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20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19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18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17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21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21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21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21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21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211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21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209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20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20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9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206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20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204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203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202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201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20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99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98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97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9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95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9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93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9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9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90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8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83.705002pt;margin-top:17.999008pt;width:442.26pt;height:30.031pt;mso-position-horizontal-relative:page;mso-position-vertical-relative:page;z-index:-34188" coordorigin="1674,360" coordsize="8845,601">
          <v:shape style="position:absolute;left:1674;top:360;width:8845;height:601" coordorigin="1674,360" coordsize="8845,601" path="m1674,961l10519,961,10519,360,1674,360,1674,961e" filled="t" fillcolor="#DCE6F1" stroked="f">
            <v:path arrowok="t"/>
            <v:fill/>
          </v:shape>
        </v:group>
        <w10:wrap type="none"/>
      </w:pict>
    </w:r>
    <w:r>
      <w:rPr/>
      <w:pict>
        <v:group style="position:absolute;margin-left:56.761002pt;margin-top:224.377991pt;width:502.13pt;height:.1pt;mso-position-horizontal-relative:page;mso-position-vertical-relative:page;z-index:-34187" coordorigin="1135,4488" coordsize="10043,2">
          <v:shape style="position:absolute;left:1135;top:4488;width:10043;height:2" coordorigin="1135,4488" coordsize="10043,0" path="m1135,4488l11178,4488e" filled="f" stroked="t" strokeweight=".2440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6.970001pt;margin-top:20.769758pt;width:26.484737pt;height:15.987pt;mso-position-horizontal-relative:page;mso-position-vertical-relative:page;z-index:-34186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S: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7.587540pt;margin-top:20.769758pt;width:365.192306pt;height:15.987pt;mso-position-horizontal-relative:page;mso-position-vertical-relative:page;z-index:-34185" type="#_x0000_t202" filled="f" stroked="f">
          <v:textbox inset="0,0,0,0">
            <w:txbxContent>
              <w:p>
                <w:pPr>
                  <w:spacing w:before="0" w:after="0" w:line="305" w:lineRule="exact"/>
                  <w:ind w:left="20" w:right="-62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Pr/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2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0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5-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6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Priva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chool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9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Code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ook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Publ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-Use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1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8"/>
                    <w:szCs w:val="28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80.484108pt;width:33.201461pt;height:23.0812pt;mso-position-horizontal-relative:page;mso-position-vertical-relative:page;z-index:-34184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2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80.484108pt;width:75.135686pt;height:23.0812pt;mso-position-horizontal-relative:page;mso-position-vertical-relative:page;z-index:-34183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2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.551998pt;margin-top:113.484108pt;width:71.396016pt;height:23.1112pt;mso-position-horizontal-relative:page;mso-position-vertical-relative:page;z-index:-34182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er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3.089996pt;margin-top:113.484108pt;width:75.135686pt;height:23.1112pt;mso-position-horizontal-relative:page;mso-position-vertical-relative:page;z-index:-34181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2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100"/>
                    <w:b/>
                    <w:bCs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3" w:after="0" w:line="240" w:lineRule="auto"/>
                  <w:ind w:left="22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8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2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5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84.610001pt;margin-top:147.574112pt;width:47.60401pt;height:39.817175pt;mso-position-horizontal-relative:page;mso-position-vertical-relative:page;z-index:-34180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100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464" w:right="-32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578" w:right="-31"/>
                  <w:jc w:val="center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5.540009pt;margin-top:147.574112pt;width:38.424346pt;height:39.817175pt;mso-position-horizontal-relative:page;mso-position-vertical-relative:page;z-index:-34179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3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9.679993pt;margin-top:147.574112pt;width:51.941053pt;height:39.817175pt;mso-position-horizontal-relative:page;mso-position-vertical-relative:page;z-index:-34178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g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ted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5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6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049988pt;margin-top:147.574112pt;width:51.964346pt;height:39.817175pt;mso-position-horizontal-relative:page;mso-position-vertical-relative:page;z-index:-34177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Weigh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1"/>
                    <w:w w:val="99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20" w:after="0" w:line="240" w:lineRule="auto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</w:rPr>
                  <w:t>td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De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at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</w:rPr>
                  <w:t>o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2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--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845001pt;margin-top:159.584106pt;width:38.396105pt;height:27.807175pt;mso-position-horizontal-relative:page;mso-position-vertical-relative:page;z-index:-34176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428" w:right="-45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2.010002pt;margin-top:159.584106pt;width:39.922909pt;height:27.807175pt;mso-position-horizontal-relative:page;mso-position-vertical-relative:page;z-index:-34175" type="#_x0000_t202" filled="f" stroked="f">
          <v:textbox inset="0,0,0,0">
            <w:txbxContent>
              <w:p>
                <w:pPr>
                  <w:spacing w:before="0" w:after="0" w:line="203" w:lineRule="exact"/>
                  <w:ind w:left="20" w:right="-47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278" w:right="-46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3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100"/>
                  </w:rPr>
                  <w:t>7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100"/>
                  </w:rPr>
                  <w:t>1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2.369995pt;margin-top:159.584106pt;width:29.27584pt;height:27.807175pt;mso-position-horizontal-relative:page;mso-position-vertical-relative:page;z-index:-34174" type="#_x0000_t202" filled="f" stroked="f">
          <v:textbox inset="0,0,0,0">
            <w:txbxContent>
              <w:p>
                <w:pPr>
                  <w:spacing w:before="0" w:after="0" w:line="203" w:lineRule="exact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left="-27" w:right="46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1"/>
                    <w:w w:val="99"/>
                  </w:rPr>
                  <w:t>,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4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-1"/>
                    <w:w w:val="99"/>
                  </w:rPr>
                  <w:t>2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8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390015pt;margin-top:159.584106pt;width:38.298609pt;height:27.807175pt;mso-position-horizontal-relative:page;mso-position-vertical-relative:page;z-index:-34173" type="#_x0000_t202" filled="f" stroked="f">
          <v:textbox inset="0,0,0,0">
            <w:txbxContent>
              <w:p>
                <w:pPr>
                  <w:spacing w:before="0" w:after="0" w:line="203" w:lineRule="exact"/>
                  <w:ind w:left="-2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1"/>
                    <w:w w:val="99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k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-2"/>
                    <w:w w:val="99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99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7" w:after="0" w:line="110" w:lineRule="exact"/>
                  <w:jc w:val="left"/>
                  <w:rPr>
                    <w:sz w:val="11"/>
                    <w:szCs w:val="11"/>
                  </w:rPr>
                </w:pPr>
                <w:rPr/>
                <w:r>
                  <w:rPr>
                    <w:sz w:val="11"/>
                    <w:szCs w:val="11"/>
                  </w:rPr>
                </w:r>
              </w:p>
              <w:p>
                <w:pPr>
                  <w:spacing w:before="0" w:after="0" w:line="240" w:lineRule="auto"/>
                  <w:ind w:right="47"/>
                  <w:jc w:val="righ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Pr/>
                <w:r>
                  <w:rPr>
                    <w:rFonts w:ascii="Calibri" w:hAnsi="Calibri" w:cs="Calibri" w:eastAsia="Calibri"/>
                    <w:sz w:val="18"/>
                    <w:szCs w:val="18"/>
                    <w:color w:val="404040"/>
                    <w:spacing w:val="0"/>
                    <w:w w:val="99"/>
                  </w:rPr>
                  <w:t>0</w:t>
                </w:r>
                <w:r>
                  <w:rPr>
                    <w:rFonts w:ascii="Calibri" w:hAnsi="Calibri" w:cs="Calibri" w:eastAsia="Calibri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2017-06-07T08:08:17Z</dcterms:created>
  <dcterms:modified xsi:type="dcterms:W3CDTF">2017-06-07T08:08:17Z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2017-05-05T00:00:00Z</vt:filetime>
  </property>
  <property fmtid="{D5CDD505-2E9C-101B-9397-08002B2CF9AE}" pid="3" name="LastSaved">
    <vt:filetime>2017-06-07T00:00:00Z</vt:filetime>
  </property>
</Properties>
</file>